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89FF0">
      <w:pPr>
        <w:pStyle w:val="2"/>
        <w:pBdr>
          <w:bottom w:val="single" w:color="auto" w:sz="4" w:space="0"/>
        </w:pBdr>
        <w:bidi w:val="0"/>
        <w:jc w:val="center"/>
      </w:pPr>
      <w:r>
        <w:rPr>
          <w:rFonts w:hint="eastAsia"/>
          <w:lang w:val="en-US" w:eastAsia="zh-CN"/>
        </w:rPr>
        <w:t>催款</w:t>
      </w:r>
      <w:r>
        <w:t>通知函</w:t>
      </w:r>
    </w:p>
    <w:p w14:paraId="0B92F0D0">
      <w:pPr>
        <w:pStyle w:val="5"/>
        <w:keepNext w:val="0"/>
        <w:keepLines w:val="0"/>
        <w:widowControl/>
        <w:suppressLineNumbers w:val="0"/>
      </w:pPr>
      <w:r>
        <w:t>致：{被告姓名} 先生/女士</w:t>
      </w:r>
      <w:r>
        <w:br w:type="textWrapping"/>
      </w:r>
      <w:r>
        <w:t>性别：{被告性别}</w:t>
      </w:r>
      <w:r>
        <w:br w:type="textWrapping"/>
      </w:r>
      <w:r>
        <w:t>联系方式：{被告电话}</w:t>
      </w:r>
      <w:r>
        <w:br w:type="textWrapping"/>
      </w:r>
      <w:r>
        <w:t>籍贯：{被告籍贯}</w:t>
      </w:r>
      <w:r>
        <w:br w:type="textWrapping"/>
      </w:r>
      <w:r>
        <w:t>住址：{被告住址}</w:t>
      </w:r>
    </w:p>
    <w:p w14:paraId="27FC39AB">
      <w:pPr>
        <w:pStyle w:val="5"/>
        <w:keepNext w:val="0"/>
        <w:keepLines w:val="0"/>
        <w:widowControl/>
        <w:suppressLineNumbers w:val="0"/>
        <w:pBdr>
          <w:bottom w:val="single" w:color="auto" w:sz="4" w:space="0"/>
        </w:pBdr>
      </w:pPr>
      <w:r>
        <w:t>发函人：{原告姓名}</w:t>
      </w:r>
      <w:r>
        <w:br w:type="textWrapping"/>
      </w:r>
      <w:r>
        <w:t>性别：{原告性别}</w:t>
      </w:r>
      <w:r>
        <w:br w:type="textWrapping"/>
      </w:r>
      <w:r>
        <w:t>联系方式：{原告电话}</w:t>
      </w:r>
      <w:r>
        <w:br w:type="textWrapping"/>
      </w:r>
      <w:r>
        <w:t>籍贯：{原告籍贯}</w:t>
      </w:r>
      <w:r>
        <w:br w:type="textWrapping"/>
      </w:r>
      <w:r>
        <w:t>住址：{原告住址}</w:t>
      </w:r>
    </w:p>
    <w:p w14:paraId="683BB5CB">
      <w:pPr>
        <w:pStyle w:val="5"/>
        <w:keepNext w:val="0"/>
        <w:keepLines w:val="0"/>
        <w:widowControl/>
        <w:suppressLineNumbers w:val="0"/>
        <w:pBdr>
          <w:bottom w:val="single" w:color="auto" w:sz="4" w:space="0"/>
        </w:pBdr>
      </w:pPr>
    </w:p>
    <w:p w14:paraId="5EA06F42">
      <w:pPr>
        <w:pStyle w:val="5"/>
        <w:keepNext w:val="0"/>
        <w:keepLines w:val="0"/>
        <w:widowControl/>
        <w:suppressLineNumbers w:val="0"/>
      </w:pPr>
      <w:r>
        <w:t>尊敬的 {被告姓名} 先生/女士：</w:t>
      </w:r>
    </w:p>
    <w:p w14:paraId="5E99E5B1">
      <w:pPr>
        <w:pStyle w:val="5"/>
        <w:keepNext w:val="0"/>
        <w:keepLines w:val="0"/>
        <w:widowControl/>
        <w:suppressLineNumbers w:val="0"/>
        <w:ind w:firstLine="420" w:firstLineChars="0"/>
      </w:pPr>
      <w:r>
        <w:t xml:space="preserve">因{事实理由}，截至本函发出之日，您仍欠我方货款共计 </w:t>
      </w:r>
      <w:r>
        <w:rPr>
          <w:rStyle w:val="9"/>
        </w:rPr>
        <w:t>{支付金额} 元</w:t>
      </w:r>
      <w:r>
        <w:t xml:space="preserve">，并因此给我方造成经济损失 </w:t>
      </w:r>
      <w:r>
        <w:rPr>
          <w:rStyle w:val="9"/>
        </w:rPr>
        <w:t>{赔偿金额} 元</w:t>
      </w:r>
      <w:r>
        <w:t>。</w:t>
      </w:r>
    </w:p>
    <w:p w14:paraId="03C80FF1">
      <w:pPr>
        <w:pStyle w:val="5"/>
        <w:keepNext w:val="0"/>
        <w:keepLines w:val="0"/>
        <w:widowControl/>
        <w:suppressLineNumbers w:val="0"/>
      </w:pPr>
      <w:r>
        <w:t>根据双方约定及相关法律规定，现正式通知如下：</w:t>
      </w:r>
    </w:p>
    <w:p w14:paraId="46DB75DF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ind w:firstLine="420" w:firstLineChars="0"/>
      </w:pPr>
      <w:r>
        <w:t xml:space="preserve">请您自收到本函之日起 </w:t>
      </w:r>
      <w:r>
        <w:rPr>
          <w:rStyle w:val="9"/>
        </w:rPr>
        <w:t>_</w:t>
      </w:r>
      <w:r>
        <w:rPr>
          <w:rStyle w:val="9"/>
          <w:rFonts w:hint="eastAsia"/>
          <w:lang w:val="en-US" w:eastAsia="zh-CN"/>
        </w:rPr>
        <w:t>3</w:t>
      </w:r>
      <w:r>
        <w:rPr>
          <w:rStyle w:val="9"/>
        </w:rPr>
        <w:t>_个工作日内</w:t>
      </w:r>
      <w:r>
        <w:t>，一次性全额支付上述款项；</w:t>
      </w:r>
    </w:p>
    <w:p w14:paraId="33874D98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ind w:firstLine="420" w:firstLineChars="0"/>
      </w:pPr>
      <w:bookmarkStart w:id="0" w:name="_GoBack"/>
      <w:bookmarkEnd w:id="0"/>
      <w:r>
        <w:t>逾期未支付的，我方将采取包括但不限于向有关部门投诉、申请仲裁或向人民法院提起诉讼等措施追究您的法律责任，并要求您承担由此产生的全部费用与损失。</w:t>
      </w:r>
    </w:p>
    <w:p w14:paraId="71393F6F">
      <w:pPr>
        <w:pStyle w:val="5"/>
        <w:keepNext w:val="0"/>
        <w:keepLines w:val="0"/>
        <w:widowControl/>
        <w:suppressLineNumbers w:val="0"/>
        <w:ind w:firstLine="420" w:firstLineChars="0"/>
      </w:pPr>
      <w:r>
        <w:t>请您重视本通知，按时履行付款义务，以避免事态进一步升级。</w:t>
      </w:r>
    </w:p>
    <w:p w14:paraId="3863E4F0">
      <w:pPr>
        <w:pStyle w:val="5"/>
        <w:keepNext w:val="0"/>
        <w:keepLines w:val="0"/>
        <w:widowControl/>
        <w:suppressLineNumbers w:val="0"/>
        <w:ind w:firstLine="420" w:firstLineChars="0"/>
      </w:pPr>
      <w:r>
        <w:t>此致</w:t>
      </w:r>
      <w:r>
        <w:br w:type="textWrapping"/>
      </w:r>
      <w:r>
        <w:rPr>
          <w:rFonts w:hint="eastAsia"/>
          <w:lang w:val="en-US" w:eastAsia="zh-CN"/>
        </w:rPr>
        <w:tab/>
      </w:r>
      <w:r>
        <w:t>敬礼</w:t>
      </w:r>
    </w:p>
    <w:p w14:paraId="3D76B039">
      <w:pPr>
        <w:pStyle w:val="5"/>
        <w:keepNext w:val="0"/>
        <w:keepLines w:val="0"/>
        <w:widowControl/>
        <w:suppressLineNumbers w:val="0"/>
        <w:jc w:val="right"/>
      </w:pPr>
      <w:r>
        <w:t>发函人：{原告姓名}（签字或盖章）</w:t>
      </w:r>
      <w:r>
        <w:br w:type="textWrapping"/>
      </w:r>
      <w:r>
        <w:t>联系方式：{原告电话}</w:t>
      </w:r>
      <w:r>
        <w:br w:type="textWrapping"/>
      </w:r>
      <w:r>
        <w:t>日期：____年__月__日</w:t>
      </w:r>
    </w:p>
    <w:p w14:paraId="501E3414"/>
    <w:sectPr>
      <w:footerReference r:id="rId3" w:type="default"/>
      <w:pgSz w:w="11906" w:h="16838"/>
      <w:pgMar w:top="1474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89924">
    <w:pPr>
      <w:pStyle w:val="3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>第</w:t>
    </w:r>
    <w:sdt>
      <w:sdtPr>
        <w:rPr>
          <w:rFonts w:ascii="Times New Roman" w:hAnsi="Times New Roman" w:cs="Times New Roman"/>
          <w:sz w:val="21"/>
          <w:szCs w:val="21"/>
        </w:rPr>
        <w:id w:val="-1164546762"/>
        <w:docPartObj>
          <w:docPartGallery w:val="autotext"/>
        </w:docPartObj>
      </w:sdtPr>
      <w:sdtEndPr>
        <w:rPr>
          <w:rFonts w:ascii="Times New Roman" w:hAnsi="Times New Roman" w:cs="Times New Roman"/>
          <w:sz w:val="21"/>
          <w:szCs w:val="21"/>
        </w:rPr>
      </w:sdtEndPr>
      <w:sdtContent>
        <w:sdt>
          <w:sdtPr>
            <w:rPr>
              <w:rFonts w:ascii="Times New Roman" w:hAnsi="Times New Roman" w:cs="Times New Roman"/>
              <w:sz w:val="21"/>
              <w:szCs w:val="21"/>
            </w:rPr>
            <w:id w:val="1728636285"/>
            <w:docPartObj>
              <w:docPartGallery w:val="autotext"/>
            </w:docPartObj>
          </w:sdtPr>
          <w:sdtEndPr>
            <w:rPr>
              <w:rFonts w:ascii="Times New Roman" w:hAnsi="Times New Roman" w:cs="Times New Roman"/>
              <w:sz w:val="21"/>
              <w:szCs w:val="21"/>
            </w:rPr>
          </w:sdtEndPr>
          <w:sdtContent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页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zh-CN"/>
              </w:rPr>
              <w:t>，</w:t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共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sdtContent>
        </w:sdt>
        <w:r>
          <w:rPr>
            <w:rFonts w:ascii="Times New Roman" w:hAnsi="Times New Roman" w:cs="Times New Roman"/>
            <w:sz w:val="21"/>
            <w:szCs w:val="21"/>
          </w:rPr>
          <w:t xml:space="preserve"> 页</w:t>
        </w:r>
      </w:sdtContent>
    </w:sdt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36503F"/>
    <w:multiLevelType w:val="singleLevel"/>
    <w:tmpl w:val="503650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F153A"/>
    <w:rsid w:val="00015021"/>
    <w:rsid w:val="00051B62"/>
    <w:rsid w:val="00060331"/>
    <w:rsid w:val="00081460"/>
    <w:rsid w:val="000A5B42"/>
    <w:rsid w:val="000C70FF"/>
    <w:rsid w:val="000C78DE"/>
    <w:rsid w:val="000F48C2"/>
    <w:rsid w:val="001845CD"/>
    <w:rsid w:val="001B3CB3"/>
    <w:rsid w:val="001F4C75"/>
    <w:rsid w:val="00201630"/>
    <w:rsid w:val="0020631E"/>
    <w:rsid w:val="002229CC"/>
    <w:rsid w:val="002E7F82"/>
    <w:rsid w:val="002F1F03"/>
    <w:rsid w:val="0030133A"/>
    <w:rsid w:val="003869B1"/>
    <w:rsid w:val="003B081C"/>
    <w:rsid w:val="00400A28"/>
    <w:rsid w:val="00401C6F"/>
    <w:rsid w:val="004065C6"/>
    <w:rsid w:val="004336B1"/>
    <w:rsid w:val="00436AB7"/>
    <w:rsid w:val="004451D1"/>
    <w:rsid w:val="004666D0"/>
    <w:rsid w:val="004765C1"/>
    <w:rsid w:val="00484DF7"/>
    <w:rsid w:val="004C18C6"/>
    <w:rsid w:val="004D0EB5"/>
    <w:rsid w:val="004D6AF2"/>
    <w:rsid w:val="004E3A94"/>
    <w:rsid w:val="0052737C"/>
    <w:rsid w:val="005E313E"/>
    <w:rsid w:val="006300B6"/>
    <w:rsid w:val="006A30E8"/>
    <w:rsid w:val="006B11DF"/>
    <w:rsid w:val="006C59DE"/>
    <w:rsid w:val="007024D2"/>
    <w:rsid w:val="00734128"/>
    <w:rsid w:val="00746DD2"/>
    <w:rsid w:val="007853B2"/>
    <w:rsid w:val="0079695A"/>
    <w:rsid w:val="007A5D67"/>
    <w:rsid w:val="007B3813"/>
    <w:rsid w:val="007C270B"/>
    <w:rsid w:val="007C4658"/>
    <w:rsid w:val="007C69FA"/>
    <w:rsid w:val="007E5A1B"/>
    <w:rsid w:val="00821659"/>
    <w:rsid w:val="0085216E"/>
    <w:rsid w:val="00856C5D"/>
    <w:rsid w:val="00877D46"/>
    <w:rsid w:val="008B00EB"/>
    <w:rsid w:val="008B7AB8"/>
    <w:rsid w:val="009063FD"/>
    <w:rsid w:val="0099517B"/>
    <w:rsid w:val="009A0721"/>
    <w:rsid w:val="009D49FD"/>
    <w:rsid w:val="009D680D"/>
    <w:rsid w:val="00A03B8D"/>
    <w:rsid w:val="00A45183"/>
    <w:rsid w:val="00A6089A"/>
    <w:rsid w:val="00A82501"/>
    <w:rsid w:val="00A835A7"/>
    <w:rsid w:val="00AB6357"/>
    <w:rsid w:val="00AE33F5"/>
    <w:rsid w:val="00AF0A69"/>
    <w:rsid w:val="00B434FD"/>
    <w:rsid w:val="00B44A62"/>
    <w:rsid w:val="00B700C8"/>
    <w:rsid w:val="00BA4E7B"/>
    <w:rsid w:val="00C02658"/>
    <w:rsid w:val="00C40028"/>
    <w:rsid w:val="00C76449"/>
    <w:rsid w:val="00C81C1B"/>
    <w:rsid w:val="00C834E9"/>
    <w:rsid w:val="00C85459"/>
    <w:rsid w:val="00CB0336"/>
    <w:rsid w:val="00CF0122"/>
    <w:rsid w:val="00CF35E4"/>
    <w:rsid w:val="00D070F0"/>
    <w:rsid w:val="00D71990"/>
    <w:rsid w:val="00D73303"/>
    <w:rsid w:val="00D82307"/>
    <w:rsid w:val="00DB2C31"/>
    <w:rsid w:val="00DC144C"/>
    <w:rsid w:val="00E019A4"/>
    <w:rsid w:val="00E478A8"/>
    <w:rsid w:val="00E54B37"/>
    <w:rsid w:val="00E91FC7"/>
    <w:rsid w:val="00EB7A5C"/>
    <w:rsid w:val="00EC385C"/>
    <w:rsid w:val="00F04B35"/>
    <w:rsid w:val="00F40B2F"/>
    <w:rsid w:val="00FA0589"/>
    <w:rsid w:val="00FD265B"/>
    <w:rsid w:val="00FF0D53"/>
    <w:rsid w:val="16BD083E"/>
    <w:rsid w:val="2B2F153A"/>
    <w:rsid w:val="3A8A2E97"/>
    <w:rsid w:val="422C71BB"/>
    <w:rsid w:val="6B247BBF"/>
    <w:rsid w:val="734E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3\AppData\Roaming\kingsoft\office6\templates\download\7e12ecd4-646e-4cbb-a965-cbb0f855e447\&#27665;&#20107;&#36215;&#35785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民事起诉书.docx</Template>
  <Pages>1</Pages>
  <Words>320</Words>
  <Characters>330</Characters>
  <Lines>4</Lines>
  <Paragraphs>1</Paragraphs>
  <TotalTime>12</TotalTime>
  <ScaleCrop>false</ScaleCrop>
  <LinksUpToDate>false</LinksUpToDate>
  <CharactersWithSpaces>339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2021-09-05T07:22:00Z</dcterms:created>
  <dc:creator>代皓</dc:creator>
  <cp:lastModifiedBy>代皓</cp:lastModifiedBy>
  <dcterms:modified xsi:type="dcterms:W3CDTF">2025-08-10T05:38:56Z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UUID">
    <vt:lpwstr>v1.0_mb_JP1MacLVX98cyQedwqg9LQ==</vt:lpwstr>
  </property>
  <property fmtid="{D5CDD505-2E9C-101B-9397-08002B2CF9AE}" pid="4" name="ICV">
    <vt:lpwstr>D0237351CD844D5F999F965E8C0FA651_13</vt:lpwstr>
  </property>
  <property fmtid="{D5CDD505-2E9C-101B-9397-08002B2CF9AE}" pid="5" name="KSOTemplateDocerSaveRecord">
    <vt:lpwstr>eyJoZGlkIjoiYzg3Zjk0M2QzMjY1MjFlNWM5MTMzMmI1MWFlNGRlOTkiLCJ1c2VySWQiOiIzMDAyMjQzODAifQ==</vt:lpwstr>
  </property>
</Properties>
</file>